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105A9" w14:textId="38E7DB0C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C40118">
        <w:rPr>
          <w:rFonts w:ascii="Corbel" w:hAnsi="Corbel"/>
          <w:bCs/>
          <w:i/>
        </w:rPr>
        <w:t>12/</w:t>
      </w:r>
      <w:r w:rsidR="00F61A26" w:rsidRPr="00B169DF">
        <w:rPr>
          <w:rFonts w:ascii="Corbel" w:hAnsi="Corbel"/>
          <w:bCs/>
          <w:i/>
        </w:rPr>
        <w:t>20</w:t>
      </w:r>
      <w:r w:rsidR="00C40118">
        <w:rPr>
          <w:rFonts w:ascii="Corbel" w:hAnsi="Corbel"/>
          <w:bCs/>
          <w:i/>
        </w:rPr>
        <w:t>19</w:t>
      </w:r>
    </w:p>
    <w:p w14:paraId="46030C9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E07FCA2" w14:textId="7099E75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B973F1">
        <w:rPr>
          <w:rFonts w:ascii="Corbel" w:hAnsi="Corbel"/>
          <w:b/>
          <w:smallCaps/>
          <w:sz w:val="24"/>
          <w:szCs w:val="24"/>
        </w:rPr>
        <w:t xml:space="preserve"> 202</w:t>
      </w:r>
      <w:r w:rsidR="00C40118">
        <w:rPr>
          <w:rFonts w:ascii="Corbel" w:hAnsi="Corbel"/>
          <w:b/>
          <w:smallCaps/>
          <w:sz w:val="24"/>
          <w:szCs w:val="24"/>
        </w:rPr>
        <w:t>1</w:t>
      </w:r>
      <w:r w:rsidR="00B973F1">
        <w:rPr>
          <w:rFonts w:ascii="Corbel" w:hAnsi="Corbel"/>
          <w:b/>
          <w:smallCaps/>
          <w:sz w:val="24"/>
          <w:szCs w:val="24"/>
        </w:rPr>
        <w:t>-202</w:t>
      </w:r>
      <w:r w:rsidR="00C40118">
        <w:rPr>
          <w:rFonts w:ascii="Corbel" w:hAnsi="Corbel"/>
          <w:b/>
          <w:smallCaps/>
          <w:sz w:val="24"/>
          <w:szCs w:val="24"/>
        </w:rPr>
        <w:t>6</w:t>
      </w:r>
    </w:p>
    <w:p w14:paraId="1373E0FE" w14:textId="77777777" w:rsidR="0085747A" w:rsidRPr="00B169DF" w:rsidRDefault="0085747A" w:rsidP="00B973F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F8B39C7" w14:textId="02D9E49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973F1">
        <w:rPr>
          <w:rFonts w:ascii="Corbel" w:hAnsi="Corbel"/>
          <w:sz w:val="20"/>
          <w:szCs w:val="20"/>
        </w:rPr>
        <w:t>202</w:t>
      </w:r>
      <w:r w:rsidR="00C40118">
        <w:rPr>
          <w:rFonts w:ascii="Corbel" w:hAnsi="Corbel"/>
          <w:sz w:val="20"/>
          <w:szCs w:val="20"/>
        </w:rPr>
        <w:t>1</w:t>
      </w:r>
      <w:r w:rsidR="00B973F1">
        <w:rPr>
          <w:rFonts w:ascii="Corbel" w:hAnsi="Corbel"/>
          <w:sz w:val="20"/>
          <w:szCs w:val="20"/>
        </w:rPr>
        <w:t>/202</w:t>
      </w:r>
      <w:r w:rsidR="00C40118">
        <w:rPr>
          <w:rFonts w:ascii="Corbel" w:hAnsi="Corbel"/>
          <w:sz w:val="20"/>
          <w:szCs w:val="20"/>
        </w:rPr>
        <w:t>2</w:t>
      </w:r>
    </w:p>
    <w:p w14:paraId="7B34686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95FA7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FA44E24" w14:textId="77777777" w:rsidTr="00B819C8">
        <w:tc>
          <w:tcPr>
            <w:tcW w:w="2694" w:type="dxa"/>
            <w:vAlign w:val="center"/>
          </w:tcPr>
          <w:p w14:paraId="28B70A0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08F4CE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B169DF" w14:paraId="5B8C6BB7" w14:textId="77777777" w:rsidTr="00B819C8">
        <w:tc>
          <w:tcPr>
            <w:tcW w:w="2694" w:type="dxa"/>
            <w:vAlign w:val="center"/>
          </w:tcPr>
          <w:p w14:paraId="7D56839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03CA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7BE6C144" w14:textId="77777777" w:rsidTr="00B819C8">
        <w:tc>
          <w:tcPr>
            <w:tcW w:w="2694" w:type="dxa"/>
            <w:vAlign w:val="center"/>
          </w:tcPr>
          <w:p w14:paraId="350D3D4C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F56313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517F5BFB" w14:textId="77777777" w:rsidTr="00B819C8">
        <w:tc>
          <w:tcPr>
            <w:tcW w:w="2694" w:type="dxa"/>
            <w:vAlign w:val="center"/>
          </w:tcPr>
          <w:p w14:paraId="5E91471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60FABA" w14:textId="62DFC052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  <w:r w:rsidR="000A69E8">
              <w:rPr>
                <w:rFonts w:ascii="Corbel" w:hAnsi="Corbel"/>
                <w:b w:val="0"/>
                <w:sz w:val="24"/>
                <w:szCs w:val="24"/>
              </w:rPr>
              <w:t>/ Zakład Komparatystyki Prawniczej i Nauk Pomocniczych</w:t>
            </w:r>
          </w:p>
        </w:tc>
      </w:tr>
      <w:tr w:rsidR="0085747A" w:rsidRPr="00B169DF" w14:paraId="3E6DAC4D" w14:textId="77777777" w:rsidTr="00B819C8">
        <w:tc>
          <w:tcPr>
            <w:tcW w:w="2694" w:type="dxa"/>
            <w:vAlign w:val="center"/>
          </w:tcPr>
          <w:p w14:paraId="1DF87EA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20B286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05CAD3BB" w14:textId="77777777" w:rsidTr="00B819C8">
        <w:tc>
          <w:tcPr>
            <w:tcW w:w="2694" w:type="dxa"/>
            <w:vAlign w:val="center"/>
          </w:tcPr>
          <w:p w14:paraId="1077D5D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53B16F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B169DF" w14:paraId="76F22602" w14:textId="77777777" w:rsidTr="00B819C8">
        <w:tc>
          <w:tcPr>
            <w:tcW w:w="2694" w:type="dxa"/>
            <w:vAlign w:val="center"/>
          </w:tcPr>
          <w:p w14:paraId="51296FB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AED36F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552A320" w14:textId="77777777" w:rsidTr="00B819C8">
        <w:tc>
          <w:tcPr>
            <w:tcW w:w="2694" w:type="dxa"/>
            <w:vAlign w:val="center"/>
          </w:tcPr>
          <w:p w14:paraId="42A90F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B1E2B1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1696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7F11D38" w14:textId="77777777" w:rsidTr="00B819C8">
        <w:tc>
          <w:tcPr>
            <w:tcW w:w="2694" w:type="dxa"/>
            <w:vAlign w:val="center"/>
          </w:tcPr>
          <w:p w14:paraId="0E48E20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134956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85747A" w:rsidRPr="00B169DF" w14:paraId="1628CA41" w14:textId="77777777" w:rsidTr="00B819C8">
        <w:tc>
          <w:tcPr>
            <w:tcW w:w="2694" w:type="dxa"/>
            <w:vAlign w:val="center"/>
          </w:tcPr>
          <w:p w14:paraId="47FAB0E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26E27" w14:textId="77777777" w:rsidR="0085747A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Przedmioty ogólne</w:t>
            </w:r>
          </w:p>
        </w:tc>
      </w:tr>
      <w:tr w:rsidR="00923D7D" w:rsidRPr="00B169DF" w14:paraId="7D1B404D" w14:textId="77777777" w:rsidTr="00B819C8">
        <w:tc>
          <w:tcPr>
            <w:tcW w:w="2694" w:type="dxa"/>
            <w:vAlign w:val="center"/>
          </w:tcPr>
          <w:p w14:paraId="35E3CB4C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FAF879" w14:textId="77777777" w:rsidR="00923D7D" w:rsidRPr="00B169DF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3235" w14:paraId="65AB60CA" w14:textId="77777777" w:rsidTr="00B819C8">
        <w:tc>
          <w:tcPr>
            <w:tcW w:w="2694" w:type="dxa"/>
            <w:vAlign w:val="center"/>
          </w:tcPr>
          <w:p w14:paraId="197EBE0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4D470C" w14:textId="77777777" w:rsidR="0085747A" w:rsidRPr="00173235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173235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Piecuch</w:t>
            </w:r>
          </w:p>
        </w:tc>
      </w:tr>
      <w:tr w:rsidR="0085747A" w:rsidRPr="00173235" w14:paraId="21B6AD58" w14:textId="77777777" w:rsidTr="00B819C8">
        <w:tc>
          <w:tcPr>
            <w:tcW w:w="2694" w:type="dxa"/>
            <w:vAlign w:val="center"/>
          </w:tcPr>
          <w:p w14:paraId="7AACFF8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D37EDC" w14:textId="77777777" w:rsidR="0085747A" w:rsidRPr="00B973F1" w:rsidRDefault="00B97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B973F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Piecuch</w:t>
            </w:r>
          </w:p>
        </w:tc>
      </w:tr>
    </w:tbl>
    <w:p w14:paraId="7824C043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4F0CC7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E1C4E2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4AD40A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11AE578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57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8E9C6F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2E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86B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FFF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718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6CB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25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D5B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EAB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AB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73F1" w:rsidRPr="00B169DF" w14:paraId="4A69CA19" w14:textId="77777777" w:rsidTr="00B97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E1B5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CCC5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909C" w14:textId="77777777" w:rsidR="00B973F1" w:rsidRPr="00B169DF" w:rsidRDefault="001169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91DC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4897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8E03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FC08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8AF5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C0DA" w14:textId="77777777" w:rsidR="00B973F1" w:rsidRDefault="00B973F1" w:rsidP="00B973F1">
            <w:pPr>
              <w:spacing w:after="0"/>
              <w:jc w:val="center"/>
            </w:pPr>
            <w:r w:rsidRPr="00996829">
              <w:rPr>
                <w:rFonts w:ascii="Corbel" w:hAnsi="Corbel"/>
                <w:sz w:val="24"/>
                <w:szCs w:val="24"/>
              </w:rPr>
              <w:sym w:font="Symbol" w:char="F02D"/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61F5" w14:textId="77777777" w:rsidR="00B973F1" w:rsidRPr="00B169DF" w:rsidRDefault="00B97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7AEF9B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46F4F0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2F56A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0E1D3398" w14:textId="77777777" w:rsidR="0085747A" w:rsidRPr="00B169DF" w:rsidRDefault="00B973F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ebdings" w:char="F03C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15114A8" w14:textId="294FB451" w:rsidR="0085747A" w:rsidRPr="00B169DF" w:rsidRDefault="00C401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921A9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3F1F7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6369786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FE731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3511DA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D6D8D62" w14:textId="77777777" w:rsidTr="00A00E73">
        <w:trPr>
          <w:trHeight w:val="657"/>
        </w:trPr>
        <w:tc>
          <w:tcPr>
            <w:tcW w:w="9670" w:type="dxa"/>
            <w:vAlign w:val="center"/>
          </w:tcPr>
          <w:p w14:paraId="7FFAA3DF" w14:textId="77777777" w:rsidR="0085747A" w:rsidRPr="00B169DF" w:rsidRDefault="00B973F1" w:rsidP="00A00E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</w:tc>
      </w:tr>
    </w:tbl>
    <w:p w14:paraId="7ED5CDAD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0675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20C8B03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1C4E4C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EF4952C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892D0B" w:rsidRPr="00B169DF" w14:paraId="0BCA2983" w14:textId="77777777" w:rsidTr="00892D0B">
        <w:tc>
          <w:tcPr>
            <w:tcW w:w="851" w:type="dxa"/>
            <w:vAlign w:val="center"/>
          </w:tcPr>
          <w:p w14:paraId="780B9179" w14:textId="77777777" w:rsidR="00892D0B" w:rsidRPr="00B169DF" w:rsidRDefault="00892D0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6ED8BCA6" w14:textId="77777777" w:rsidR="00892D0B" w:rsidRPr="00D52B62" w:rsidRDefault="00892D0B" w:rsidP="00892D0B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</w:rPr>
              <w:t>S</w:t>
            </w:r>
            <w:r w:rsidRPr="00D52B62">
              <w:rPr>
                <w:rFonts w:ascii="Corbel" w:hAnsi="Corbel" w:cs="Arial"/>
                <w:b w:val="0"/>
              </w:rPr>
              <w:t>tudent z</w:t>
            </w:r>
            <w:r>
              <w:rPr>
                <w:rFonts w:ascii="Corbel" w:hAnsi="Corbel" w:cs="Arial"/>
                <w:b w:val="0"/>
              </w:rPr>
              <w:t>ostanie zapoznany z</w:t>
            </w:r>
            <w:r w:rsidRPr="00D52B62">
              <w:rPr>
                <w:rFonts w:ascii="Corbel" w:hAnsi="Corbel" w:cs="Arial"/>
                <w:b w:val="0"/>
              </w:rPr>
              <w:t xml:space="preserve"> podstawowymi pojęciami TI</w:t>
            </w:r>
            <w:r>
              <w:rPr>
                <w:rFonts w:ascii="Corbel" w:hAnsi="Corbel" w:cs="Arial"/>
                <w:b w:val="0"/>
              </w:rPr>
              <w:t xml:space="preserve"> i podstawowymi narzędziami TI przydatnymi w zawodzie prawnika. Nabędzie umiejętności biegłego posługiwania się narzędziami TI i rozwiązywania różnej klasy problemów. </w:t>
            </w:r>
            <w:r w:rsidRPr="00D52B62">
              <w:rPr>
                <w:rFonts w:ascii="Corbel" w:hAnsi="Corbel" w:cs="Arial"/>
                <w:b w:val="0"/>
              </w:rPr>
              <w:t xml:space="preserve"> </w:t>
            </w:r>
            <w:r>
              <w:rPr>
                <w:rFonts w:ascii="Corbel" w:hAnsi="Corbel" w:cs="Arial"/>
                <w:b w:val="0"/>
              </w:rPr>
              <w:t xml:space="preserve">Student sprawnie będzie się poruszał po dostępnych systemach informacji prawniczych. Nabędzie umiejętności wyszukiwania aktów prawnych wg. różnych kryteriów. </w:t>
            </w:r>
            <w:r w:rsidRPr="00D52B62">
              <w:rPr>
                <w:rFonts w:ascii="Corbel" w:hAnsi="Corbel" w:cs="Arial"/>
                <w:b w:val="0"/>
              </w:rPr>
              <w:t>Nabędzie umiejętności wykorzysta</w:t>
            </w:r>
            <w:r>
              <w:rPr>
                <w:rFonts w:ascii="Corbel" w:hAnsi="Corbel" w:cs="Arial"/>
                <w:b w:val="0"/>
              </w:rPr>
              <w:t xml:space="preserve">nia </w:t>
            </w:r>
            <w:r w:rsidRPr="00D52B62">
              <w:rPr>
                <w:rFonts w:ascii="Corbel" w:hAnsi="Corbel" w:cs="Arial"/>
                <w:b w:val="0"/>
              </w:rPr>
              <w:t xml:space="preserve"> narzędzi TI do: prezentacji wyników własnej pracy twórczej, porozumiewania się osobowego i instytucjonalnego</w:t>
            </w:r>
            <w:r>
              <w:rPr>
                <w:rFonts w:ascii="Corbel" w:hAnsi="Corbel" w:cs="Arial"/>
                <w:b w:val="0"/>
              </w:rPr>
              <w:t>.</w:t>
            </w:r>
          </w:p>
        </w:tc>
      </w:tr>
    </w:tbl>
    <w:p w14:paraId="65A74E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6DCD3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35658BE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08E3AD4E" w14:textId="77777777" w:rsidTr="0071620A">
        <w:tc>
          <w:tcPr>
            <w:tcW w:w="1701" w:type="dxa"/>
            <w:vAlign w:val="center"/>
          </w:tcPr>
          <w:p w14:paraId="13B59C4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39047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6D3DA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73F1" w:rsidRPr="00B169DF" w14:paraId="75316C74" w14:textId="77777777" w:rsidTr="009F4DAA">
        <w:tc>
          <w:tcPr>
            <w:tcW w:w="1701" w:type="dxa"/>
            <w:vAlign w:val="center"/>
          </w:tcPr>
          <w:p w14:paraId="217C3732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5E32EF" w14:textId="77777777" w:rsidR="00B973F1" w:rsidRPr="00C76EE5" w:rsidRDefault="00B973F1" w:rsidP="00502613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C76EE5">
              <w:rPr>
                <w:rFonts w:ascii="Corbel" w:hAnsi="Corbel"/>
                <w:szCs w:val="23"/>
              </w:rPr>
              <w:t xml:space="preserve">Zna i rozumie podstawowe pojęcia i zasady z zakresu prawa własności intelektualnej oraz zna i rozumie konieczność zarządzania zasobami własności intelektualnej; </w:t>
            </w:r>
          </w:p>
        </w:tc>
        <w:tc>
          <w:tcPr>
            <w:tcW w:w="1873" w:type="dxa"/>
            <w:vAlign w:val="center"/>
          </w:tcPr>
          <w:p w14:paraId="79D4D662" w14:textId="77777777" w:rsidR="00B973F1" w:rsidRPr="00373A2A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B973F1" w:rsidRPr="00B169DF" w14:paraId="1BE06B55" w14:textId="77777777" w:rsidTr="009F4DAA">
        <w:tc>
          <w:tcPr>
            <w:tcW w:w="1701" w:type="dxa"/>
            <w:vAlign w:val="center"/>
          </w:tcPr>
          <w:p w14:paraId="041A8BEA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764789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3"/>
              </w:rPr>
            </w:pPr>
            <w:r w:rsidRPr="00B721CD">
              <w:rPr>
                <w:rFonts w:ascii="Corbel" w:hAnsi="Corbel"/>
                <w:szCs w:val="22"/>
              </w:rPr>
              <w:t xml:space="preserve">Posiada umiejętność wykorzystania zdobytej wiedzy teoretycznej oraz doboru właściwej metody dla rozwiązania określonego problemu prawnego; </w:t>
            </w:r>
          </w:p>
        </w:tc>
        <w:tc>
          <w:tcPr>
            <w:tcW w:w="1873" w:type="dxa"/>
            <w:vAlign w:val="center"/>
          </w:tcPr>
          <w:p w14:paraId="19A2F6BD" w14:textId="77777777" w:rsidR="00B973F1" w:rsidRPr="009C44DC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</w:t>
            </w:r>
            <w:r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B973F1" w:rsidRPr="00B169DF" w14:paraId="0500E7B3" w14:textId="77777777" w:rsidTr="009F4DAA">
        <w:tc>
          <w:tcPr>
            <w:tcW w:w="1701" w:type="dxa"/>
            <w:vAlign w:val="center"/>
          </w:tcPr>
          <w:p w14:paraId="0B8257FA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275B8DC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Potrafi samodzielnie planować i realizować własne uczenie się przez całe życie; </w:t>
            </w:r>
          </w:p>
        </w:tc>
        <w:tc>
          <w:tcPr>
            <w:tcW w:w="1873" w:type="dxa"/>
            <w:vAlign w:val="center"/>
          </w:tcPr>
          <w:p w14:paraId="19419BC1" w14:textId="77777777" w:rsidR="00B973F1" w:rsidRPr="001A66F5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B973F1" w:rsidRPr="00B169DF" w14:paraId="7AA87306" w14:textId="77777777" w:rsidTr="009F4DAA">
        <w:tc>
          <w:tcPr>
            <w:tcW w:w="1701" w:type="dxa"/>
            <w:vAlign w:val="center"/>
          </w:tcPr>
          <w:p w14:paraId="0EC5746E" w14:textId="77777777" w:rsidR="00B973F1" w:rsidRPr="00B169DF" w:rsidRDefault="00B973F1" w:rsidP="009F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104E7E" w14:textId="77777777" w:rsidR="00B973F1" w:rsidRPr="00B721CD" w:rsidRDefault="00B973F1" w:rsidP="00502613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Jest otwarty na zdobywanie nowych doświadczeń zawodowych; </w:t>
            </w:r>
          </w:p>
        </w:tc>
        <w:tc>
          <w:tcPr>
            <w:tcW w:w="1873" w:type="dxa"/>
            <w:vAlign w:val="center"/>
          </w:tcPr>
          <w:p w14:paraId="34A009E5" w14:textId="77777777" w:rsidR="00B973F1" w:rsidRPr="001A66F5" w:rsidRDefault="00B973F1" w:rsidP="0050261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2B51AF6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C2F6EE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0D87F39D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39977EC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A8101BA" w14:textId="77777777" w:rsidTr="00923D7D">
        <w:tc>
          <w:tcPr>
            <w:tcW w:w="9639" w:type="dxa"/>
          </w:tcPr>
          <w:p w14:paraId="219A60D1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D37106A" w14:textId="77777777" w:rsidTr="00923D7D">
        <w:tc>
          <w:tcPr>
            <w:tcW w:w="9639" w:type="dxa"/>
          </w:tcPr>
          <w:p w14:paraId="022C0135" w14:textId="77777777" w:rsidR="0085747A" w:rsidRPr="00B169DF" w:rsidRDefault="00B973F1" w:rsidP="00B973F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47D9B4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BA215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2C9E1C3D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B0A0521" w14:textId="77777777" w:rsidTr="00923D7D">
        <w:tc>
          <w:tcPr>
            <w:tcW w:w="9639" w:type="dxa"/>
          </w:tcPr>
          <w:p w14:paraId="48AE1FE2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92D0B" w:rsidRPr="00B169DF" w14:paraId="580BBF75" w14:textId="77777777" w:rsidTr="00923D7D">
        <w:tc>
          <w:tcPr>
            <w:tcW w:w="9639" w:type="dxa"/>
          </w:tcPr>
          <w:p w14:paraId="2A73AFA3" w14:textId="77777777" w:rsidR="00892D0B" w:rsidRDefault="00892D0B" w:rsidP="00502613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 (zapoznanie z:</w:t>
            </w:r>
          </w:p>
          <w:p w14:paraId="3325C23A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14:paraId="4A9905E2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14:paraId="6B838EA2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14:paraId="3103CD65" w14:textId="77777777" w:rsidR="00892D0B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14:paraId="79EB6EEF" w14:textId="77777777" w:rsidR="00892D0B" w:rsidRPr="006A2FF0" w:rsidRDefault="00892D0B" w:rsidP="00892D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 w:rsidRPr="006A2FF0"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892D0B" w:rsidRPr="00B169DF" w14:paraId="487AF527" w14:textId="77777777" w:rsidTr="00923D7D">
        <w:tc>
          <w:tcPr>
            <w:tcW w:w="9639" w:type="dxa"/>
          </w:tcPr>
          <w:p w14:paraId="55BCD66D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Zaawansowane przetwarzanie tekstów</w:t>
            </w:r>
          </w:p>
        </w:tc>
      </w:tr>
      <w:tr w:rsidR="00892D0B" w:rsidRPr="00B169DF" w14:paraId="3489448D" w14:textId="77777777" w:rsidTr="00923D7D">
        <w:tc>
          <w:tcPr>
            <w:tcW w:w="9639" w:type="dxa"/>
          </w:tcPr>
          <w:p w14:paraId="301BC60A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Przetwarzanie zróżnicowanych danych (numerycznych i alfanumerycznych) w arkuszu kalkulacyjnym</w:t>
            </w:r>
          </w:p>
        </w:tc>
      </w:tr>
      <w:tr w:rsidR="00892D0B" w:rsidRPr="00B169DF" w14:paraId="52EEDE24" w14:textId="77777777" w:rsidTr="00923D7D">
        <w:tc>
          <w:tcPr>
            <w:tcW w:w="9639" w:type="dxa"/>
          </w:tcPr>
          <w:p w14:paraId="1117A3AD" w14:textId="77777777" w:rsidR="00892D0B" w:rsidRPr="009C54AE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4. Graficzna reprezentacja danych</w:t>
            </w:r>
          </w:p>
        </w:tc>
      </w:tr>
      <w:tr w:rsidR="00892D0B" w:rsidRPr="00B169DF" w14:paraId="41488818" w14:textId="77777777" w:rsidTr="00923D7D">
        <w:tc>
          <w:tcPr>
            <w:tcW w:w="9639" w:type="dxa"/>
          </w:tcPr>
          <w:p w14:paraId="30CCF10F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Internetowe źródła informacji prawniczej</w:t>
            </w:r>
          </w:p>
        </w:tc>
      </w:tr>
      <w:tr w:rsidR="00892D0B" w:rsidRPr="00B169DF" w14:paraId="25010D0A" w14:textId="77777777" w:rsidTr="00923D7D">
        <w:tc>
          <w:tcPr>
            <w:tcW w:w="9639" w:type="dxa"/>
          </w:tcPr>
          <w:p w14:paraId="1699CAAD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Poszukiwanie, archiwizowanie, filtrowanie informacji</w:t>
            </w:r>
          </w:p>
        </w:tc>
      </w:tr>
      <w:tr w:rsidR="00892D0B" w:rsidRPr="00B169DF" w14:paraId="1698CD69" w14:textId="77777777" w:rsidTr="00923D7D">
        <w:tc>
          <w:tcPr>
            <w:tcW w:w="9639" w:type="dxa"/>
          </w:tcPr>
          <w:p w14:paraId="345E0955" w14:textId="77777777" w:rsidR="00892D0B" w:rsidRDefault="00892D0B" w:rsidP="005026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Interaktywne prezentacje multimedialne</w:t>
            </w:r>
          </w:p>
        </w:tc>
      </w:tr>
      <w:tr w:rsidR="00892D0B" w:rsidRPr="00B169DF" w14:paraId="2DCEE73A" w14:textId="77777777" w:rsidTr="00923D7D">
        <w:tc>
          <w:tcPr>
            <w:tcW w:w="9639" w:type="dxa"/>
          </w:tcPr>
          <w:p w14:paraId="7F0CEC37" w14:textId="77777777" w:rsidR="00892D0B" w:rsidRPr="00B169DF" w:rsidRDefault="005366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Zaliczenie przedmiotu</w:t>
            </w:r>
          </w:p>
        </w:tc>
      </w:tr>
    </w:tbl>
    <w:p w14:paraId="75896F9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8BC82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718B672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0FFDD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14:paraId="1D6479D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2A3A5B8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B19518B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255A293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EB4BFE" w14:textId="77777777" w:rsidR="00E960BB" w:rsidRPr="00B169DF" w:rsidRDefault="00A00E7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Praktyczna r</w:t>
      </w:r>
      <w:r w:rsidR="005366A9">
        <w:rPr>
          <w:rFonts w:ascii="Corbel" w:hAnsi="Corbel"/>
          <w:smallCaps w:val="0"/>
          <w:szCs w:val="24"/>
        </w:rPr>
        <w:t>ealizacja przewidzianych planem ćwiczeń na stanowiskach komputerowych</w:t>
      </w:r>
    </w:p>
    <w:p w14:paraId="73CF072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52E9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4FDFDD3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A52F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3C8DA1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50EFAEB6" w14:textId="77777777" w:rsidTr="00C05F44">
        <w:tc>
          <w:tcPr>
            <w:tcW w:w="1985" w:type="dxa"/>
            <w:vAlign w:val="center"/>
          </w:tcPr>
          <w:p w14:paraId="6B643C6F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6F6D7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C7C499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CE155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15C33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17C64E25" w14:textId="77777777" w:rsidTr="00C05F44">
        <w:tc>
          <w:tcPr>
            <w:tcW w:w="1985" w:type="dxa"/>
          </w:tcPr>
          <w:p w14:paraId="160E54C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5366A9">
              <w:rPr>
                <w:rFonts w:ascii="Corbel" w:hAnsi="Corbel"/>
                <w:b w:val="0"/>
                <w:szCs w:val="24"/>
              </w:rPr>
              <w:t>- ek04</w:t>
            </w:r>
          </w:p>
        </w:tc>
        <w:tc>
          <w:tcPr>
            <w:tcW w:w="5528" w:type="dxa"/>
          </w:tcPr>
          <w:p w14:paraId="3ED66BBF" w14:textId="77777777" w:rsidR="0085747A" w:rsidRPr="00B169DF" w:rsidRDefault="005366A9" w:rsidP="005366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2F04CF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DB098D1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E34651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2C0D7AB4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5B3C0EC" w14:textId="77777777" w:rsidTr="00923D7D">
        <w:tc>
          <w:tcPr>
            <w:tcW w:w="9670" w:type="dxa"/>
          </w:tcPr>
          <w:p w14:paraId="1C2906D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F70E9C" w14:textId="77777777" w:rsidR="005366A9" w:rsidRDefault="005366A9" w:rsidP="0053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wszystkich zajęciach,</w:t>
            </w:r>
          </w:p>
          <w:p w14:paraId="5CF86796" w14:textId="77777777" w:rsidR="005366A9" w:rsidRDefault="005366A9" w:rsidP="0053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Zaliczenie </w:t>
            </w:r>
            <w:r w:rsidRPr="005366A9">
              <w:rPr>
                <w:rFonts w:ascii="Corbel" w:hAnsi="Corbel"/>
                <w:smallCaps w:val="0"/>
                <w:szCs w:val="24"/>
              </w:rPr>
              <w:t>wszystkich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przewidzianych do realizacji ćwiczeń,</w:t>
            </w:r>
          </w:p>
          <w:p w14:paraId="40AADB81" w14:textId="77777777" w:rsidR="0085747A" w:rsidRPr="00B169DF" w:rsidRDefault="005366A9" w:rsidP="005366A9">
            <w:pPr>
              <w:pStyle w:val="Punktygwne"/>
              <w:spacing w:before="0" w:after="0"/>
              <w:ind w:left="242" w:hanging="2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Nieobecności wynikające z przyczyn losowych, a co z a tym idzie brak wykonanych ćwiczeń, skutkuje koniecznością odrobienia zaległości w ramach konsultacji lub z inną grupą ćwiczeniową.</w:t>
            </w:r>
          </w:p>
        </w:tc>
      </w:tr>
    </w:tbl>
    <w:p w14:paraId="0BFD0E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22C94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14E8B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6623ECD5" w14:textId="77777777" w:rsidTr="003E1941">
        <w:tc>
          <w:tcPr>
            <w:tcW w:w="4962" w:type="dxa"/>
            <w:vAlign w:val="center"/>
          </w:tcPr>
          <w:p w14:paraId="0530316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E451D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323BDAEF" w14:textId="77777777" w:rsidTr="005366A9">
        <w:tc>
          <w:tcPr>
            <w:tcW w:w="4962" w:type="dxa"/>
          </w:tcPr>
          <w:p w14:paraId="0B4197C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E684C16" w14:textId="77777777" w:rsidR="0085747A" w:rsidRPr="00B169DF" w:rsidRDefault="0011696E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B169DF" w14:paraId="7E4CB5AF" w14:textId="77777777" w:rsidTr="005366A9">
        <w:tc>
          <w:tcPr>
            <w:tcW w:w="4962" w:type="dxa"/>
          </w:tcPr>
          <w:p w14:paraId="3D4ACEE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EF4F39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CBF3477" w14:textId="77777777" w:rsidR="00C61DC5" w:rsidRPr="00B169DF" w:rsidRDefault="0011696E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0F1C04F7" w14:textId="77777777" w:rsidTr="005366A9">
        <w:tc>
          <w:tcPr>
            <w:tcW w:w="4962" w:type="dxa"/>
          </w:tcPr>
          <w:p w14:paraId="5FE2EF8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0C497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26A3265" w14:textId="77777777" w:rsidR="00C61DC5" w:rsidRPr="00B169DF" w:rsidRDefault="0011696E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B169DF" w14:paraId="7C5FE16A" w14:textId="77777777" w:rsidTr="005366A9">
        <w:tc>
          <w:tcPr>
            <w:tcW w:w="4962" w:type="dxa"/>
          </w:tcPr>
          <w:p w14:paraId="40F73B0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79FE6A3" w14:textId="77777777" w:rsidR="0085747A" w:rsidRPr="00B169DF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053BE634" w14:textId="77777777" w:rsidTr="005366A9">
        <w:tc>
          <w:tcPr>
            <w:tcW w:w="4962" w:type="dxa"/>
          </w:tcPr>
          <w:p w14:paraId="0557966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C326AE7" w14:textId="77777777" w:rsidR="0085747A" w:rsidRPr="005366A9" w:rsidRDefault="005366A9" w:rsidP="005366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66A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5FB1AE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43EABB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0E77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F0CB0D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93F8BAB" w14:textId="77777777" w:rsidTr="0071620A">
        <w:trPr>
          <w:trHeight w:val="397"/>
        </w:trPr>
        <w:tc>
          <w:tcPr>
            <w:tcW w:w="3544" w:type="dxa"/>
          </w:tcPr>
          <w:p w14:paraId="74E94EE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848DC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0873329" w14:textId="77777777" w:rsidTr="005366A9">
        <w:trPr>
          <w:trHeight w:val="397"/>
        </w:trPr>
        <w:tc>
          <w:tcPr>
            <w:tcW w:w="3544" w:type="dxa"/>
          </w:tcPr>
          <w:p w14:paraId="55DDF57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3F1DAD1E" w14:textId="77777777" w:rsidR="0085747A" w:rsidRPr="00B169DF" w:rsidRDefault="005366A9" w:rsidP="005366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C28EE1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FFF43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4120B004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86E8B" w14:paraId="1BEB876D" w14:textId="77777777" w:rsidTr="0071620A">
        <w:trPr>
          <w:trHeight w:val="397"/>
        </w:trPr>
        <w:tc>
          <w:tcPr>
            <w:tcW w:w="7513" w:type="dxa"/>
          </w:tcPr>
          <w:p w14:paraId="1E0D5A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651468" w14:textId="77777777" w:rsidR="005366A9" w:rsidRDefault="00990DF3" w:rsidP="00990DF3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1732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Aktualne problemy i wyzwania informatyki w czasopiśmie: "Dydaktyka Informatyki", Wyd. Uniwersytetu Rzeszowskiego, ISSN 2083-3156;</w:t>
            </w:r>
          </w:p>
          <w:p w14:paraId="1DCC8E02" w14:textId="77777777" w:rsidR="00173235" w:rsidRPr="00990DF3" w:rsidRDefault="00990DF3" w:rsidP="00990DF3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="001732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Gomoliński</w:t>
            </w:r>
            <w:proofErr w:type="spellEnd"/>
            <w:r w:rsidR="001732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P, </w:t>
            </w:r>
            <w:r w:rsidR="00173235" w:rsidRPr="00990DF3">
              <w:rPr>
                <w:rFonts w:ascii="Corbel" w:hAnsi="Corbel"/>
                <w:b w:val="0"/>
                <w:i/>
                <w:smallCaps w:val="0"/>
              </w:rPr>
              <w:t>Word, czyli pisanie w Microsoft Office (Microsoft 365)</w:t>
            </w:r>
            <w:r w:rsidR="00173235" w:rsidRPr="00990DF3">
              <w:rPr>
                <w:rFonts w:ascii="Corbel" w:hAnsi="Corbel"/>
                <w:b w:val="0"/>
                <w:smallCaps w:val="0"/>
              </w:rPr>
              <w:t xml:space="preserve">, </w:t>
            </w:r>
          </w:p>
          <w:p w14:paraId="4B70AD5B" w14:textId="77777777" w:rsidR="00990DF3" w:rsidRPr="00990DF3" w:rsidRDefault="00990DF3" w:rsidP="00990DF3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Gomoliński</w:t>
            </w:r>
            <w:proofErr w:type="spellEnd"/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P, </w:t>
            </w:r>
            <w:r w:rsidRPr="00990DF3">
              <w:rPr>
                <w:rFonts w:ascii="Corbel" w:hAnsi="Corbel"/>
                <w:b w:val="0"/>
                <w:i/>
                <w:smallCaps w:val="0"/>
              </w:rPr>
              <w:t>Excel, czyli liczenie w Microsoft Office (Microsoft 365)</w:t>
            </w:r>
            <w:r w:rsidRPr="00990DF3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00990DF3">
              <w:rPr>
                <w:rFonts w:ascii="Corbel" w:hAnsi="Corbel"/>
                <w:b w:val="0"/>
                <w:smallCaps w:val="0"/>
                <w:lang w:val="en-US"/>
              </w:rPr>
              <w:t>HELP, 2023</w:t>
            </w:r>
          </w:p>
          <w:p w14:paraId="3CB75E1A" w14:textId="77777777" w:rsidR="00990DF3" w:rsidRDefault="00990DF3" w:rsidP="00990DF3">
            <w:pPr>
              <w:pStyle w:val="Nagwek1"/>
              <w:spacing w:before="0" w:beforeAutospacing="0" w:after="0" w:afterAutospacing="0"/>
              <w:ind w:left="221" w:hanging="22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4. </w:t>
            </w:r>
            <w:r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14:paraId="61A1EC1A" w14:textId="77777777" w:rsidR="00990DF3" w:rsidRPr="0053077D" w:rsidRDefault="00986E8B" w:rsidP="0053077D">
            <w:pPr>
              <w:pStyle w:val="Nagwek1"/>
              <w:spacing w:before="0" w:beforeAutospacing="0" w:after="0" w:afterAutospacing="0"/>
              <w:ind w:left="221" w:hanging="221"/>
            </w:pPr>
            <w:r>
              <w:rPr>
                <w:rFonts w:ascii="Corbel" w:hAnsi="Corbel"/>
                <w:b w:val="0"/>
                <w:sz w:val="24"/>
              </w:rPr>
              <w:t xml:space="preserve">5. </w:t>
            </w:r>
            <w:r w:rsidRPr="00986E8B">
              <w:rPr>
                <w:rStyle w:val="Pogrubienie"/>
                <w:rFonts w:ascii="Corbel" w:hAnsi="Corbel"/>
                <w:sz w:val="24"/>
              </w:rPr>
              <w:t>Wierczyński</w:t>
            </w:r>
            <w:r w:rsidRPr="00986E8B">
              <w:rPr>
                <w:rFonts w:ascii="Corbel" w:hAnsi="Corbel"/>
                <w:b w:val="0"/>
                <w:sz w:val="24"/>
                <w:szCs w:val="24"/>
              </w:rPr>
              <w:t xml:space="preserve"> G.</w:t>
            </w:r>
            <w:r w:rsidRPr="00986E8B">
              <w:rPr>
                <w:rStyle w:val="Pogrubienie"/>
                <w:rFonts w:ascii="Corbel" w:hAnsi="Corbel"/>
                <w:sz w:val="24"/>
              </w:rPr>
              <w:t xml:space="preserve">, </w:t>
            </w:r>
            <w:proofErr w:type="spellStart"/>
            <w:r w:rsidRPr="00986E8B">
              <w:rPr>
                <w:rStyle w:val="Pogrubienie"/>
                <w:rFonts w:ascii="Corbel" w:hAnsi="Corbel"/>
                <w:sz w:val="24"/>
              </w:rPr>
              <w:t>Wiewiórowski</w:t>
            </w:r>
            <w:proofErr w:type="spellEnd"/>
            <w:r w:rsidRPr="00986E8B">
              <w:rPr>
                <w:rStyle w:val="Pogrubienie"/>
                <w:rFonts w:ascii="Corbel" w:hAnsi="Corbel"/>
                <w:sz w:val="24"/>
              </w:rPr>
              <w:t xml:space="preserve"> W.R., </w:t>
            </w:r>
            <w:r w:rsidRPr="00986E8B">
              <w:rPr>
                <w:rStyle w:val="Pogrubienie"/>
                <w:rFonts w:ascii="Corbel" w:hAnsi="Corbel"/>
                <w:i/>
                <w:sz w:val="24"/>
              </w:rPr>
              <w:t xml:space="preserve">Informatyka prawnicza, </w:t>
            </w:r>
            <w:r w:rsidRPr="00986E8B">
              <w:rPr>
                <w:rStyle w:val="Pogrubienie"/>
                <w:rFonts w:ascii="Corbel" w:hAnsi="Corbel"/>
                <w:sz w:val="24"/>
              </w:rPr>
              <w:t>Wyd. Wolters Kluwer, 2016.,</w:t>
            </w:r>
          </w:p>
        </w:tc>
      </w:tr>
      <w:tr w:rsidR="0085747A" w:rsidRPr="00B169DF" w14:paraId="41969E13" w14:textId="77777777" w:rsidTr="0071620A">
        <w:trPr>
          <w:trHeight w:val="397"/>
        </w:trPr>
        <w:tc>
          <w:tcPr>
            <w:tcW w:w="7513" w:type="dxa"/>
          </w:tcPr>
          <w:p w14:paraId="35B71C3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C3407A" w14:textId="77777777" w:rsidR="00990DF3" w:rsidRDefault="00990DF3" w:rsidP="00990DF3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Janowski J.,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 xml:space="preserve">Wyd. </w:t>
            </w:r>
            <w:proofErr w:type="spellStart"/>
            <w:r w:rsidRPr="00601E15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01E15">
              <w:rPr>
                <w:rFonts w:ascii="Corbel" w:hAnsi="Corbel"/>
                <w:b w:val="0"/>
                <w:smallCaps w:val="0"/>
              </w:rPr>
              <w:t>, Warszawa 2009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14:paraId="798D6CDF" w14:textId="77777777" w:rsidR="00990DF3" w:rsidRPr="00990DF3" w:rsidRDefault="00990DF3" w:rsidP="00990DF3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00990DF3">
              <w:rPr>
                <w:rFonts w:ascii="Corbel" w:hAnsi="Corbel"/>
                <w:b w:val="0"/>
                <w:smallCaps w:val="0"/>
              </w:rPr>
              <w:t>Piecuch A.,</w:t>
            </w:r>
            <w:r w:rsidRPr="00990D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 cyfrowe wsp</w:t>
            </w:r>
            <w:r w:rsidRPr="00990D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ierające procesy dydaktyczne, Wyd. UR, Rzeszów 2020.</w:t>
            </w:r>
          </w:p>
        </w:tc>
      </w:tr>
    </w:tbl>
    <w:p w14:paraId="4A3B0A8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EDB4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FEA8D5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92D0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469C1" w14:textId="77777777" w:rsidR="00B66B47" w:rsidRDefault="00B66B47" w:rsidP="00C16ABF">
      <w:pPr>
        <w:spacing w:after="0" w:line="240" w:lineRule="auto"/>
      </w:pPr>
      <w:r>
        <w:separator/>
      </w:r>
    </w:p>
  </w:endnote>
  <w:endnote w:type="continuationSeparator" w:id="0">
    <w:p w14:paraId="5EB6E7EF" w14:textId="77777777" w:rsidR="00B66B47" w:rsidRDefault="00B66B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2013" w14:textId="77777777" w:rsidR="00B66B47" w:rsidRDefault="00B66B47" w:rsidP="00C16ABF">
      <w:pPr>
        <w:spacing w:after="0" w:line="240" w:lineRule="auto"/>
      </w:pPr>
      <w:r>
        <w:separator/>
      </w:r>
    </w:p>
  </w:footnote>
  <w:footnote w:type="continuationSeparator" w:id="0">
    <w:p w14:paraId="3AEC0001" w14:textId="77777777" w:rsidR="00B66B47" w:rsidRDefault="00B66B47" w:rsidP="00C16ABF">
      <w:pPr>
        <w:spacing w:after="0" w:line="240" w:lineRule="auto"/>
      </w:pPr>
      <w:r>
        <w:continuationSeparator/>
      </w:r>
    </w:p>
  </w:footnote>
  <w:footnote w:id="1">
    <w:p w14:paraId="18F9EF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592083179">
    <w:abstractNumId w:val="0"/>
  </w:num>
  <w:num w:numId="2" w16cid:durableId="25429144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9E8"/>
    <w:rsid w:val="000B192D"/>
    <w:rsid w:val="000B28EE"/>
    <w:rsid w:val="000B3E37"/>
    <w:rsid w:val="000D04B0"/>
    <w:rsid w:val="000F1C57"/>
    <w:rsid w:val="000F5615"/>
    <w:rsid w:val="001045A1"/>
    <w:rsid w:val="0011696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235"/>
    <w:rsid w:val="001737CF"/>
    <w:rsid w:val="00176083"/>
    <w:rsid w:val="0018530D"/>
    <w:rsid w:val="00192F37"/>
    <w:rsid w:val="001A1EE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B7B"/>
    <w:rsid w:val="002D3375"/>
    <w:rsid w:val="002D73D4"/>
    <w:rsid w:val="002F02A3"/>
    <w:rsid w:val="002F4ABE"/>
    <w:rsid w:val="003018BA"/>
    <w:rsid w:val="0030395F"/>
    <w:rsid w:val="00305C92"/>
    <w:rsid w:val="0031335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077D"/>
    <w:rsid w:val="005363C4"/>
    <w:rsid w:val="005366A9"/>
    <w:rsid w:val="00536BDE"/>
    <w:rsid w:val="00543ACC"/>
    <w:rsid w:val="0056118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30B"/>
    <w:rsid w:val="008917F9"/>
    <w:rsid w:val="00892D0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E8B"/>
    <w:rsid w:val="00990DF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DAA"/>
    <w:rsid w:val="00A00E73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090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66B47"/>
    <w:rsid w:val="00B75946"/>
    <w:rsid w:val="00B8056E"/>
    <w:rsid w:val="00B819C8"/>
    <w:rsid w:val="00B82308"/>
    <w:rsid w:val="00B90885"/>
    <w:rsid w:val="00B973F1"/>
    <w:rsid w:val="00BB520A"/>
    <w:rsid w:val="00BD3869"/>
    <w:rsid w:val="00BD66E9"/>
    <w:rsid w:val="00BD6FF4"/>
    <w:rsid w:val="00BF2C41"/>
    <w:rsid w:val="00C02EE2"/>
    <w:rsid w:val="00C058B4"/>
    <w:rsid w:val="00C05F44"/>
    <w:rsid w:val="00C131B5"/>
    <w:rsid w:val="00C16ABF"/>
    <w:rsid w:val="00C170AE"/>
    <w:rsid w:val="00C26CB7"/>
    <w:rsid w:val="00C324C1"/>
    <w:rsid w:val="00C36992"/>
    <w:rsid w:val="00C4011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3C0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48A9"/>
  <w15:docId w15:val="{7113EED9-FA31-475E-81C1-F7B28761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90D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90DF3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986E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2023-10-16T12:21:00Z</dcterms:created>
  <dcterms:modified xsi:type="dcterms:W3CDTF">2023-10-31T08:13:00Z</dcterms:modified>
</cp:coreProperties>
</file>